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4352E982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856214">
        <w:rPr>
          <w:rFonts w:cs="Arial"/>
          <w:color w:val="000000"/>
          <w:sz w:val="22"/>
        </w:rPr>
        <w:t>30.07</w:t>
      </w:r>
      <w:r w:rsidRPr="00DF19FF">
        <w:rPr>
          <w:rFonts w:cs="Arial"/>
          <w:color w:val="000000"/>
          <w:sz w:val="22"/>
        </w:rPr>
        <w:t>.202</w:t>
      </w:r>
      <w:r w:rsidR="00856214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856214">
        <w:rPr>
          <w:rFonts w:cs="Arial"/>
          <w:color w:val="000000"/>
          <w:sz w:val="22"/>
        </w:rPr>
        <w:t>6967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65BCB1C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7F5C01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rekonstrueerimine ja investeering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, elektrimaakaabelliin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3F57E82" w14:textId="77777777" w:rsidR="007F5C01" w:rsidRPr="007F5C01" w:rsidRDefault="000B2E35" w:rsidP="007F5C0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7F5C01"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IK0767 </w:t>
            </w:r>
          </w:p>
          <w:p w14:paraId="0F587937" w14:textId="3C031419" w:rsidR="000B2E35" w:rsidRPr="000B2E35" w:rsidRDefault="007F5C01" w:rsidP="007F5C0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„REOLA 110/10 alajaama sidumine“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1F0FBDBC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Margus Koger</w:t>
            </w:r>
          </w:p>
          <w:p w14:paraId="1AF8D9E3" w14:textId="2A4B37C0" w:rsidR="00A45F32" w:rsidRPr="000B2E35" w:rsidRDefault="00F00DCB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Enersense AS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01749C38" w:rsidR="000B2E35" w:rsidRPr="000B2E35" w:rsidRDefault="007F5C01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  <w:r w:rsidR="00527A8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1.04.2025</w:t>
            </w:r>
            <w:r w:rsidRPr="007F5C0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nr 7.1-2/2</w:t>
            </w:r>
            <w:r w:rsidR="00527A8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5/12368-5</w:t>
            </w:r>
          </w:p>
        </w:tc>
      </w:tr>
      <w:tr w:rsidR="008342C4" w:rsidRPr="000B2E35" w14:paraId="6FD7BA3E" w14:textId="77777777" w:rsidTr="000221E1">
        <w:trPr>
          <w:trHeight w:val="312"/>
        </w:trPr>
        <w:tc>
          <w:tcPr>
            <w:tcW w:w="3256" w:type="dxa"/>
            <w:vMerge w:val="restart"/>
          </w:tcPr>
          <w:p w14:paraId="2A90290E" w14:textId="77777777" w:rsidR="000221E1" w:rsidRDefault="000221E1" w:rsidP="000221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3</w:t>
            </w: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.KOORMATAVA RIIGITEE ANDMED</w:t>
            </w:r>
          </w:p>
          <w:p w14:paraId="7783BC59" w14:textId="77777777" w:rsidR="000221E1" w:rsidRDefault="000221E1" w:rsidP="000221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3DDA05D" w14:textId="77777777" w:rsidR="000221E1" w:rsidRDefault="000221E1" w:rsidP="000221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3</w:t>
            </w: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.1KATASTRIÜKSUSE ANDMED</w:t>
            </w: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</w:tcPr>
          <w:p w14:paraId="79DB5EFB" w14:textId="0C14B682" w:rsidR="006750D6" w:rsidRPr="008E5621" w:rsidRDefault="000221E1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 w:rsidRPr="000221E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>Riigitee nr.22133 Reola-Unipiha tee</w:t>
            </w:r>
          </w:p>
        </w:tc>
      </w:tr>
      <w:tr w:rsidR="008342C4" w:rsidRPr="000B2E35" w14:paraId="208D758F" w14:textId="77777777" w:rsidTr="000221E1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</w:tcPr>
          <w:p w14:paraId="69889E5A" w14:textId="49860505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Tunnus:</w:t>
            </w:r>
            <w:r w:rsidR="0092585A">
              <w:rPr>
                <w:rFonts w:ascii="Times New Roman" w:hAnsi="Times New Roman"/>
                <w:lang w:val="et-EE"/>
              </w:rPr>
              <w:t>28301:001:0</w:t>
            </w:r>
            <w:r w:rsidR="00694594">
              <w:rPr>
                <w:rFonts w:ascii="Times New Roman" w:hAnsi="Times New Roman"/>
                <w:lang w:val="et-EE"/>
              </w:rPr>
              <w:t>953</w:t>
            </w:r>
          </w:p>
          <w:p w14:paraId="392FE1ED" w14:textId="18A075E4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 xml:space="preserve">Kinnistu registriosa nr. </w:t>
            </w:r>
            <w:r w:rsidR="00694594">
              <w:rPr>
                <w:rFonts w:ascii="Times New Roman" w:hAnsi="Times New Roman"/>
                <w:lang w:val="et-EE"/>
              </w:rPr>
              <w:t>5741550</w:t>
            </w:r>
          </w:p>
          <w:p w14:paraId="7CFB04E8" w14:textId="1C7297A8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Lähiaadress: 2213</w:t>
            </w:r>
            <w:r>
              <w:rPr>
                <w:rFonts w:ascii="Times New Roman" w:hAnsi="Times New Roman"/>
                <w:lang w:val="et-EE"/>
              </w:rPr>
              <w:t>3</w:t>
            </w:r>
            <w:r w:rsidRPr="00281D78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>Reola-Unipiha tee</w:t>
            </w:r>
            <w:r w:rsidR="00694594">
              <w:rPr>
                <w:rFonts w:ascii="Times New Roman" w:hAnsi="Times New Roman"/>
                <w:lang w:val="et-EE"/>
              </w:rPr>
              <w:t xml:space="preserve"> T9</w:t>
            </w:r>
          </w:p>
          <w:p w14:paraId="44F820E2" w14:textId="363862ED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Riigi kinnisvara objekti kood: KV</w:t>
            </w:r>
            <w:r w:rsidR="00794371">
              <w:rPr>
                <w:rFonts w:ascii="Times New Roman" w:hAnsi="Times New Roman"/>
                <w:lang w:val="et-EE"/>
              </w:rPr>
              <w:t>87270</w:t>
            </w:r>
          </w:p>
          <w:p w14:paraId="4F6C2558" w14:textId="14199FF0" w:rsidR="000221E1" w:rsidRPr="000221E1" w:rsidRDefault="000221E1" w:rsidP="000221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221E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 elektri maakaabelliini rajamiseks</w:t>
            </w:r>
          </w:p>
          <w:p w14:paraId="4BB915DE" w14:textId="77777777" w:rsidR="008342C4" w:rsidRDefault="000221E1" w:rsidP="000221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221E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92585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897467</w:t>
            </w:r>
          </w:p>
          <w:p w14:paraId="19CE75E4" w14:textId="220F5F4E" w:rsidR="001B5544" w:rsidRPr="000B2E35" w:rsidRDefault="001B5544" w:rsidP="000221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FE54C7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https://pari.kataster.ee/magic-link/c9866f27-5b64-4e1c-b9f1-ef55638b0914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281D78" w:rsidRPr="000B2E35" w14:paraId="55257300" w14:textId="77777777" w:rsidTr="003D7A88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0AAF0299" w14:textId="5A80350A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485E3B73" w14:textId="77777777" w:rsidR="00281D78" w:rsidRPr="00281D78" w:rsidRDefault="00281D78" w:rsidP="00281D78">
            <w:pPr>
              <w:rPr>
                <w:rFonts w:ascii="Times New Roman" w:hAnsi="Times New Roman"/>
                <w:bCs/>
                <w:lang w:val="et-EE"/>
              </w:rPr>
            </w:pPr>
          </w:p>
          <w:p w14:paraId="7703501D" w14:textId="621B7674" w:rsidR="00281D78" w:rsidRDefault="00281D78" w:rsidP="00281D78">
            <w:pPr>
              <w:rPr>
                <w:rFonts w:ascii="Times New Roman" w:hAnsi="Times New Roman"/>
                <w:bCs/>
                <w:lang w:val="et-EE"/>
              </w:rPr>
            </w:pPr>
            <w:r w:rsidRPr="00281D78"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A55FA1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 w:rsidR="00CD01D2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302A5A15" w:rsidR="00077D32" w:rsidRDefault="000B2E35" w:rsidP="00856214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 xml:space="preserve">Lugupidamisega Ulvi </w:t>
      </w:r>
      <w:proofErr w:type="spellStart"/>
      <w:r w:rsidRPr="000B2E35">
        <w:rPr>
          <w:rFonts w:ascii="Times New Roman" w:eastAsia="Calibri" w:hAnsi="Times New Roman"/>
          <w:sz w:val="22"/>
          <w:szCs w:val="22"/>
          <w:lang w:val="et-EE"/>
        </w:rPr>
        <w:t>Männama</w:t>
      </w:r>
      <w:proofErr w:type="spellEnd"/>
      <w:r w:rsidR="00856214">
        <w:rPr>
          <w:rFonts w:ascii="Times New Roman" w:eastAsia="Calibri" w:hAnsi="Times New Roman"/>
          <w:sz w:val="22"/>
          <w:szCs w:val="22"/>
          <w:lang w:val="et-EE"/>
        </w:rPr>
        <w:t xml:space="preserve">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p w14:paraId="08507EBD" w14:textId="32CE2FD3" w:rsidR="00856214" w:rsidRPr="00742C52" w:rsidRDefault="00856214" w:rsidP="00856214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sectPr w:rsidR="00856214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33B95" w14:textId="77777777" w:rsidR="009A1343" w:rsidRDefault="009A1343">
      <w:r>
        <w:separator/>
      </w:r>
    </w:p>
  </w:endnote>
  <w:endnote w:type="continuationSeparator" w:id="0">
    <w:p w14:paraId="102474E7" w14:textId="77777777" w:rsidR="009A1343" w:rsidRDefault="009A1343">
      <w:r>
        <w:continuationSeparator/>
      </w:r>
    </w:p>
  </w:endnote>
  <w:endnote w:type="continuationNotice" w:id="1">
    <w:p w14:paraId="2655B5AE" w14:textId="77777777" w:rsidR="009A1343" w:rsidRDefault="009A1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B0A3" w14:textId="77777777" w:rsidR="009A1343" w:rsidRDefault="009A1343">
      <w:r>
        <w:separator/>
      </w:r>
    </w:p>
  </w:footnote>
  <w:footnote w:type="continuationSeparator" w:id="0">
    <w:p w14:paraId="220059C0" w14:textId="77777777" w:rsidR="009A1343" w:rsidRDefault="009A1343">
      <w:r>
        <w:continuationSeparator/>
      </w:r>
    </w:p>
  </w:footnote>
  <w:footnote w:type="continuationNotice" w:id="1">
    <w:p w14:paraId="7D144D5C" w14:textId="77777777" w:rsidR="009A1343" w:rsidRDefault="009A13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2204A"/>
    <w:rsid w:val="000221E1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C1473"/>
    <w:rsid w:val="000D61F2"/>
    <w:rsid w:val="00131D0A"/>
    <w:rsid w:val="001408A9"/>
    <w:rsid w:val="00143561"/>
    <w:rsid w:val="001469FB"/>
    <w:rsid w:val="00146F8F"/>
    <w:rsid w:val="00154E76"/>
    <w:rsid w:val="00156A2F"/>
    <w:rsid w:val="00157B57"/>
    <w:rsid w:val="00161456"/>
    <w:rsid w:val="001618AE"/>
    <w:rsid w:val="00164FC2"/>
    <w:rsid w:val="0017684B"/>
    <w:rsid w:val="00181F8E"/>
    <w:rsid w:val="001918BD"/>
    <w:rsid w:val="0019253D"/>
    <w:rsid w:val="0019264A"/>
    <w:rsid w:val="001A0518"/>
    <w:rsid w:val="001A0C3A"/>
    <w:rsid w:val="001B1A3D"/>
    <w:rsid w:val="001B4370"/>
    <w:rsid w:val="001B5544"/>
    <w:rsid w:val="001D33E8"/>
    <w:rsid w:val="001E324A"/>
    <w:rsid w:val="001F4CFC"/>
    <w:rsid w:val="00203367"/>
    <w:rsid w:val="00204605"/>
    <w:rsid w:val="00211D2D"/>
    <w:rsid w:val="00215382"/>
    <w:rsid w:val="0022522F"/>
    <w:rsid w:val="002327D2"/>
    <w:rsid w:val="002413D3"/>
    <w:rsid w:val="00246610"/>
    <w:rsid w:val="002474AF"/>
    <w:rsid w:val="00250951"/>
    <w:rsid w:val="00251F87"/>
    <w:rsid w:val="002569F2"/>
    <w:rsid w:val="002701D0"/>
    <w:rsid w:val="002726A3"/>
    <w:rsid w:val="00273FA4"/>
    <w:rsid w:val="00281D78"/>
    <w:rsid w:val="002A798D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51E2"/>
    <w:rsid w:val="00357C22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D7A88"/>
    <w:rsid w:val="003F5996"/>
    <w:rsid w:val="00415AB6"/>
    <w:rsid w:val="00442D2B"/>
    <w:rsid w:val="004455FC"/>
    <w:rsid w:val="00446DCB"/>
    <w:rsid w:val="00451646"/>
    <w:rsid w:val="00454AD8"/>
    <w:rsid w:val="0046391E"/>
    <w:rsid w:val="00466325"/>
    <w:rsid w:val="00470107"/>
    <w:rsid w:val="00482DEA"/>
    <w:rsid w:val="00483EDD"/>
    <w:rsid w:val="004851DA"/>
    <w:rsid w:val="00491AD7"/>
    <w:rsid w:val="004C0606"/>
    <w:rsid w:val="004D1D70"/>
    <w:rsid w:val="004E4332"/>
    <w:rsid w:val="004E6DF0"/>
    <w:rsid w:val="004F36E7"/>
    <w:rsid w:val="004F75DF"/>
    <w:rsid w:val="005015D7"/>
    <w:rsid w:val="005018ED"/>
    <w:rsid w:val="0050379B"/>
    <w:rsid w:val="00516ACD"/>
    <w:rsid w:val="00526B22"/>
    <w:rsid w:val="00527A8C"/>
    <w:rsid w:val="00532D2F"/>
    <w:rsid w:val="00534CB0"/>
    <w:rsid w:val="00546000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B47F4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90323"/>
    <w:rsid w:val="00694594"/>
    <w:rsid w:val="006B28B7"/>
    <w:rsid w:val="006C22B1"/>
    <w:rsid w:val="006C4838"/>
    <w:rsid w:val="006D3B8A"/>
    <w:rsid w:val="006E4811"/>
    <w:rsid w:val="006F34A3"/>
    <w:rsid w:val="006F595A"/>
    <w:rsid w:val="00703BCB"/>
    <w:rsid w:val="00717C6F"/>
    <w:rsid w:val="00726860"/>
    <w:rsid w:val="00731525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4371"/>
    <w:rsid w:val="00797B52"/>
    <w:rsid w:val="007A21F0"/>
    <w:rsid w:val="007A5E5F"/>
    <w:rsid w:val="007D4619"/>
    <w:rsid w:val="007D5377"/>
    <w:rsid w:val="007E637D"/>
    <w:rsid w:val="007F387E"/>
    <w:rsid w:val="007F5C01"/>
    <w:rsid w:val="00806109"/>
    <w:rsid w:val="00814ED5"/>
    <w:rsid w:val="00821DE6"/>
    <w:rsid w:val="008250FC"/>
    <w:rsid w:val="0082604D"/>
    <w:rsid w:val="008342C4"/>
    <w:rsid w:val="008514A3"/>
    <w:rsid w:val="00856214"/>
    <w:rsid w:val="0086202A"/>
    <w:rsid w:val="00867D35"/>
    <w:rsid w:val="0087462B"/>
    <w:rsid w:val="0087587A"/>
    <w:rsid w:val="00887289"/>
    <w:rsid w:val="00897B9A"/>
    <w:rsid w:val="008A4D13"/>
    <w:rsid w:val="008A7EC0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2585A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A1343"/>
    <w:rsid w:val="009D38F3"/>
    <w:rsid w:val="009D42CB"/>
    <w:rsid w:val="009D56A4"/>
    <w:rsid w:val="009D7D3A"/>
    <w:rsid w:val="009E181A"/>
    <w:rsid w:val="009E3E5E"/>
    <w:rsid w:val="009E7E2A"/>
    <w:rsid w:val="009F069B"/>
    <w:rsid w:val="00A250BE"/>
    <w:rsid w:val="00A27416"/>
    <w:rsid w:val="00A33A60"/>
    <w:rsid w:val="00A43A3D"/>
    <w:rsid w:val="00A45F32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404DB"/>
    <w:rsid w:val="00B521C3"/>
    <w:rsid w:val="00B80D7A"/>
    <w:rsid w:val="00B84A96"/>
    <w:rsid w:val="00B97B77"/>
    <w:rsid w:val="00BA17B3"/>
    <w:rsid w:val="00BC2385"/>
    <w:rsid w:val="00BC2734"/>
    <w:rsid w:val="00BC62D7"/>
    <w:rsid w:val="00BF064F"/>
    <w:rsid w:val="00BF0E4C"/>
    <w:rsid w:val="00C0020C"/>
    <w:rsid w:val="00C04347"/>
    <w:rsid w:val="00C072BE"/>
    <w:rsid w:val="00C34030"/>
    <w:rsid w:val="00C3548C"/>
    <w:rsid w:val="00C40448"/>
    <w:rsid w:val="00C4140E"/>
    <w:rsid w:val="00C47436"/>
    <w:rsid w:val="00C4762C"/>
    <w:rsid w:val="00C50A9A"/>
    <w:rsid w:val="00C53640"/>
    <w:rsid w:val="00C61CE8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A6781"/>
    <w:rsid w:val="00DB17D9"/>
    <w:rsid w:val="00DC2830"/>
    <w:rsid w:val="00DC3F67"/>
    <w:rsid w:val="00DC5DE5"/>
    <w:rsid w:val="00DD3288"/>
    <w:rsid w:val="00DF19FF"/>
    <w:rsid w:val="00DF467B"/>
    <w:rsid w:val="00E11073"/>
    <w:rsid w:val="00E27A09"/>
    <w:rsid w:val="00E361F7"/>
    <w:rsid w:val="00E366A1"/>
    <w:rsid w:val="00E47970"/>
    <w:rsid w:val="00E6200E"/>
    <w:rsid w:val="00E73B2A"/>
    <w:rsid w:val="00E7749F"/>
    <w:rsid w:val="00E96BDB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7F44"/>
    <w:rsid w:val="00F00DCB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97BD8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c9866f27-5b64-4e1c-b9f1-ef55638b091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252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1714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2025-07-30T08:48:00Z</dcterms:created>
  <dcterms:modified xsi:type="dcterms:W3CDTF">2025-07-30T08:48:00Z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